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5768E2A-E7F5-4FA4-94F5-EF172F499D76}"/>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